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B3B" w:rsidRDefault="008C5A20" w:rsidP="00C6686D">
      <w:pPr>
        <w:ind w:left="0"/>
        <w:rPr>
          <w:rFonts w:eastAsia="Times New Roman" w:cs="Arial"/>
          <w:b/>
          <w:bCs/>
          <w:sz w:val="24"/>
          <w:szCs w:val="24"/>
        </w:rPr>
      </w:pPr>
      <w:r w:rsidRPr="00AC1D86">
        <w:rPr>
          <w:rFonts w:eastAsia="Times New Roman" w:cs="Arial"/>
          <w:b/>
          <w:bCs/>
          <w:sz w:val="24"/>
          <w:szCs w:val="24"/>
        </w:rPr>
        <w:t xml:space="preserve">Cursuri care vor începe în luna </w:t>
      </w:r>
      <w:r w:rsidR="003829D9">
        <w:rPr>
          <w:rFonts w:eastAsia="Times New Roman" w:cs="Arial"/>
          <w:b/>
          <w:bCs/>
          <w:sz w:val="24"/>
          <w:szCs w:val="24"/>
        </w:rPr>
        <w:t>martie</w:t>
      </w:r>
      <w:r w:rsidR="00631679">
        <w:rPr>
          <w:rFonts w:eastAsia="Times New Roman" w:cs="Arial"/>
          <w:b/>
          <w:bCs/>
          <w:sz w:val="24"/>
          <w:szCs w:val="24"/>
        </w:rPr>
        <w:t xml:space="preserve"> </w:t>
      </w:r>
      <w:r w:rsidRPr="00AC1D86">
        <w:rPr>
          <w:rFonts w:eastAsia="Times New Roman" w:cs="Arial"/>
          <w:b/>
          <w:bCs/>
          <w:sz w:val="24"/>
          <w:szCs w:val="24"/>
        </w:rPr>
        <w:t>201</w:t>
      </w:r>
      <w:r w:rsidR="0083226B">
        <w:rPr>
          <w:rFonts w:eastAsia="Times New Roman" w:cs="Arial"/>
          <w:b/>
          <w:bCs/>
          <w:sz w:val="24"/>
          <w:szCs w:val="24"/>
        </w:rPr>
        <w:t>8</w:t>
      </w:r>
    </w:p>
    <w:tbl>
      <w:tblPr>
        <w:tblpPr w:leftFromText="180" w:rightFromText="180" w:vertAnchor="page" w:horzAnchor="margin" w:tblpY="3271"/>
        <w:tblW w:w="13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3537"/>
        <w:gridCol w:w="3153"/>
        <w:gridCol w:w="1170"/>
        <w:gridCol w:w="1260"/>
        <w:gridCol w:w="2241"/>
        <w:gridCol w:w="1251"/>
      </w:tblGrid>
      <w:tr w:rsidR="008C5A20" w:rsidRPr="00AC1D86" w:rsidTr="008C5A20">
        <w:trPr>
          <w:trHeight w:val="1065"/>
        </w:trPr>
        <w:tc>
          <w:tcPr>
            <w:tcW w:w="975" w:type="dxa"/>
            <w:shd w:val="clear" w:color="auto" w:fill="auto"/>
            <w:vAlign w:val="bottom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Nr.crt</w:t>
            </w:r>
          </w:p>
        </w:tc>
        <w:tc>
          <w:tcPr>
            <w:tcW w:w="3537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Ocupaţia /calificarea</w:t>
            </w:r>
          </w:p>
        </w:tc>
        <w:tc>
          <w:tcPr>
            <w:tcW w:w="3153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Cod COR/nomenclator</w:t>
            </w:r>
          </w:p>
        </w:tc>
        <w:tc>
          <w:tcPr>
            <w:tcW w:w="117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cursuri</w:t>
            </w:r>
          </w:p>
        </w:tc>
        <w:tc>
          <w:tcPr>
            <w:tcW w:w="1260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Număr persoane</w:t>
            </w:r>
          </w:p>
        </w:tc>
        <w:tc>
          <w:tcPr>
            <w:tcW w:w="224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Locaţia</w:t>
            </w:r>
          </w:p>
        </w:tc>
        <w:tc>
          <w:tcPr>
            <w:tcW w:w="1251" w:type="dxa"/>
            <w:shd w:val="clear" w:color="auto" w:fill="auto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AC1D86">
              <w:rPr>
                <w:rFonts w:eastAsia="Times New Roman" w:cs="Arial"/>
                <w:b/>
                <w:bCs/>
                <w:sz w:val="24"/>
                <w:szCs w:val="24"/>
              </w:rPr>
              <w:t>Sursa de finantare</w:t>
            </w:r>
          </w:p>
        </w:tc>
      </w:tr>
      <w:tr w:rsidR="008C5A20" w:rsidRPr="00AC1D86" w:rsidTr="008C5A20">
        <w:trPr>
          <w:trHeight w:val="617"/>
        </w:trPr>
        <w:tc>
          <w:tcPr>
            <w:tcW w:w="975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3537" w:type="dxa"/>
            <w:shd w:val="clear" w:color="auto" w:fill="auto"/>
            <w:vAlign w:val="center"/>
            <w:hideMark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Tamplar universal</w:t>
            </w:r>
          </w:p>
        </w:tc>
        <w:tc>
          <w:tcPr>
            <w:tcW w:w="3153" w:type="dxa"/>
            <w:shd w:val="clear" w:color="auto" w:fill="auto"/>
            <w:vAlign w:val="center"/>
            <w:hideMark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7422.2.1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C5A20" w:rsidRPr="00AC1D86" w:rsidRDefault="009B5E1D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  <w:hideMark/>
          </w:tcPr>
          <w:p w:rsidR="008C5A20" w:rsidRPr="00AC1D86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Miercurea Ciuc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701"/>
        </w:trPr>
        <w:tc>
          <w:tcPr>
            <w:tcW w:w="975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Barman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8C5A20" w:rsidRPr="00AC1D86" w:rsidRDefault="003829D9" w:rsidP="004E787F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                513201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5A20" w:rsidRPr="00AC1D86" w:rsidRDefault="009B5E1D" w:rsidP="004E787F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 xml:space="preserve">     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C5A20" w:rsidRPr="00AC1D86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Odorheiu Secuiesc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710"/>
        </w:trPr>
        <w:tc>
          <w:tcPr>
            <w:tcW w:w="975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Comunicare in limba engleza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-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5A20" w:rsidRPr="00AC1D86" w:rsidRDefault="009B5E1D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C5A20" w:rsidRPr="00AC1D86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Gheorgheni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 w:rsidRPr="00AC1D86"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  <w:tr w:rsidR="008C5A20" w:rsidRPr="00AC1D86" w:rsidTr="008C5A20">
        <w:trPr>
          <w:trHeight w:val="710"/>
        </w:trPr>
        <w:tc>
          <w:tcPr>
            <w:tcW w:w="975" w:type="dxa"/>
            <w:shd w:val="clear" w:color="auto" w:fill="auto"/>
            <w:vAlign w:val="center"/>
          </w:tcPr>
          <w:p w:rsidR="008C5A20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4</w:t>
            </w:r>
          </w:p>
        </w:tc>
        <w:tc>
          <w:tcPr>
            <w:tcW w:w="3537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Contabil</w:t>
            </w:r>
          </w:p>
        </w:tc>
        <w:tc>
          <w:tcPr>
            <w:tcW w:w="3153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331302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C5A20" w:rsidRPr="00AC1D86" w:rsidRDefault="003829D9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C5A20" w:rsidRPr="00AC1D86" w:rsidRDefault="009B5E1D" w:rsidP="004E787F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25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8C5A20" w:rsidRDefault="004E787F" w:rsidP="00697A16">
            <w:pPr>
              <w:spacing w:after="0" w:line="240" w:lineRule="auto"/>
              <w:ind w:left="0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Toplita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8C5A20" w:rsidRPr="00AC1D86" w:rsidRDefault="008C5A20" w:rsidP="008C5A20">
            <w:pPr>
              <w:spacing w:after="0" w:line="240" w:lineRule="auto"/>
              <w:ind w:left="0"/>
              <w:jc w:val="center"/>
              <w:rPr>
                <w:rFonts w:eastAsia="Times New Roman" w:cs="Arial"/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</w:rPr>
              <w:t>BAS</w:t>
            </w:r>
          </w:p>
        </w:tc>
      </w:tr>
    </w:tbl>
    <w:p w:rsidR="008C5A20" w:rsidRDefault="008C5A20" w:rsidP="00C6686D">
      <w:pPr>
        <w:ind w:left="0"/>
      </w:pPr>
    </w:p>
    <w:p w:rsidR="008C5A20" w:rsidRDefault="008C5A20" w:rsidP="00C6686D">
      <w:pPr>
        <w:ind w:left="0"/>
      </w:pPr>
    </w:p>
    <w:p w:rsidR="008C5A20" w:rsidRDefault="008C5A20" w:rsidP="008C5A20">
      <w:pPr>
        <w:ind w:left="0"/>
        <w:jc w:val="right"/>
        <w:rPr>
          <w:lang w:val="ro-RO"/>
        </w:rPr>
      </w:pPr>
      <w:bookmarkStart w:id="0" w:name="_GoBack"/>
      <w:bookmarkEnd w:id="0"/>
      <w:r>
        <w:rPr>
          <w:lang w:val="ro-RO"/>
        </w:rPr>
        <w:t>Întocmit</w:t>
      </w:r>
    </w:p>
    <w:p w:rsid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Inspector superior</w:t>
      </w:r>
    </w:p>
    <w:p w:rsidR="008C5A20" w:rsidRPr="008C5A20" w:rsidRDefault="008C5A20" w:rsidP="008C5A20">
      <w:pPr>
        <w:ind w:left="0"/>
        <w:jc w:val="right"/>
        <w:rPr>
          <w:lang w:val="ro-RO"/>
        </w:rPr>
      </w:pPr>
      <w:r>
        <w:rPr>
          <w:lang w:val="ro-RO"/>
        </w:rPr>
        <w:t>Bârsan Ramona</w:t>
      </w:r>
    </w:p>
    <w:sectPr w:rsidR="008C5A20" w:rsidRPr="008C5A20" w:rsidSect="00AC1D86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2268" w:right="1674" w:bottom="560" w:left="1702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A59" w:rsidRDefault="00345A59" w:rsidP="00CD5B3B">
      <w:r>
        <w:separator/>
      </w:r>
    </w:p>
  </w:endnote>
  <w:endnote w:type="continuationSeparator" w:id="0">
    <w:p w:rsidR="00345A59" w:rsidRDefault="00345A59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B02" w:rsidRPr="00443AE8" w:rsidRDefault="00BE7B02" w:rsidP="00D44463">
    <w:pPr>
      <w:pStyle w:val="Footer"/>
      <w:spacing w:after="0" w:line="240" w:lineRule="auto"/>
      <w:ind w:left="0"/>
      <w:rPr>
        <w:sz w:val="16"/>
        <w:szCs w:val="14"/>
        <w:lang w:val="ro-RO"/>
      </w:rPr>
    </w:pPr>
    <w:r w:rsidRPr="00443AE8">
      <w:rPr>
        <w:sz w:val="14"/>
        <w:szCs w:val="14"/>
        <w:lang w:val="ro-RO"/>
      </w:rPr>
      <w:t>AGENŢIA NAŢIONALĂ PENTRU OCUPAREA FORŢEI DE MUNCĂ</w:t>
    </w:r>
    <w:r>
      <w:rPr>
        <w:sz w:val="16"/>
        <w:szCs w:val="14"/>
        <w:lang w:val="ro-RO"/>
      </w:rPr>
      <w:tab/>
    </w:r>
    <w:r>
      <w:rPr>
        <w:sz w:val="16"/>
        <w:szCs w:val="14"/>
        <w:lang w:val="ro-RO"/>
      </w:rPr>
      <w:tab/>
    </w:r>
    <w:r w:rsidR="004B787B" w:rsidRPr="00BE7B02">
      <w:rPr>
        <w:sz w:val="14"/>
        <w:szCs w:val="14"/>
        <w:lang w:val="ro-RO"/>
      </w:rPr>
      <w:fldChar w:fldCharType="begin"/>
    </w:r>
    <w:r w:rsidRPr="00BE7B02">
      <w:rPr>
        <w:sz w:val="14"/>
        <w:szCs w:val="14"/>
        <w:lang w:val="ro-RO"/>
      </w:rPr>
      <w:instrText>PAGE   \* MERGEFORMAT</w:instrText>
    </w:r>
    <w:r w:rsidR="004B787B" w:rsidRPr="00BE7B02">
      <w:rPr>
        <w:sz w:val="14"/>
        <w:szCs w:val="14"/>
        <w:lang w:val="ro-RO"/>
      </w:rPr>
      <w:fldChar w:fldCharType="separate"/>
    </w:r>
    <w:r w:rsidR="008C5A20">
      <w:rPr>
        <w:noProof/>
        <w:sz w:val="14"/>
        <w:szCs w:val="14"/>
        <w:lang w:val="ro-RO"/>
      </w:rPr>
      <w:t>2</w:t>
    </w:r>
    <w:r w:rsidR="004B787B" w:rsidRPr="00BE7B02">
      <w:rPr>
        <w:sz w:val="14"/>
        <w:szCs w:val="14"/>
        <w:lang w:val="ro-RO"/>
      </w:rPr>
      <w:fldChar w:fldCharType="end"/>
    </w:r>
  </w:p>
  <w:p w:rsidR="00BE7B02" w:rsidRPr="00443AE8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date cu caracter personal nr. 497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 w:rsidRPr="00B63D83">
      <w:rPr>
        <w:sz w:val="14"/>
        <w:szCs w:val="14"/>
        <w:lang w:val="ro-RO"/>
      </w:rPr>
      <w:t>Str. Avalan</w:t>
    </w:r>
    <w:r>
      <w:rPr>
        <w:sz w:val="14"/>
        <w:szCs w:val="14"/>
        <w:lang w:val="ro-RO"/>
      </w:rPr>
      <w:t>şei</w:t>
    </w:r>
    <w:r w:rsidRPr="00B63D83">
      <w:rPr>
        <w:sz w:val="14"/>
        <w:szCs w:val="14"/>
        <w:lang w:val="ro-RO"/>
      </w:rPr>
      <w:t>, nr. 2</w:t>
    </w:r>
    <w:r>
      <w:rPr>
        <w:sz w:val="14"/>
        <w:szCs w:val="14"/>
        <w:lang w:val="ro-RO"/>
      </w:rPr>
      <w:t>0-22</w:t>
    </w:r>
    <w:r w:rsidRPr="00B63D83">
      <w:rPr>
        <w:sz w:val="14"/>
        <w:szCs w:val="14"/>
        <w:lang w:val="ro-RO"/>
      </w:rPr>
      <w:t xml:space="preserve">, Sector </w:t>
    </w:r>
    <w:r>
      <w:rPr>
        <w:sz w:val="14"/>
        <w:szCs w:val="14"/>
        <w:lang w:val="ro-RO"/>
      </w:rPr>
      <w:t>4</w:t>
    </w:r>
    <w:r w:rsidRPr="00B63D83">
      <w:rPr>
        <w:sz w:val="14"/>
        <w:szCs w:val="14"/>
        <w:lang w:val="ro-RO"/>
      </w:rPr>
      <w:t>, București</w:t>
    </w:r>
  </w:p>
  <w:p w:rsidR="00BE7B02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Tel.: +4 021 303 98 31; Fax: +4 021 303 98 38</w:t>
    </w:r>
  </w:p>
  <w:p w:rsidR="00BE7B02" w:rsidRPr="00B63D83" w:rsidRDefault="00BE7B02" w:rsidP="00D44463">
    <w:pPr>
      <w:pStyle w:val="Footer"/>
      <w:spacing w:after="0" w:line="240" w:lineRule="auto"/>
      <w:ind w:left="0"/>
      <w:rPr>
        <w:sz w:val="14"/>
        <w:szCs w:val="14"/>
        <w:lang w:val="ro-RO"/>
      </w:rPr>
    </w:pPr>
    <w:r>
      <w:rPr>
        <w:sz w:val="14"/>
        <w:szCs w:val="14"/>
        <w:lang w:val="ro-RO"/>
      </w:rPr>
      <w:t>e-mail: anofm</w:t>
    </w:r>
    <w:r w:rsidRPr="00B63D83">
      <w:rPr>
        <w:sz w:val="14"/>
        <w:szCs w:val="14"/>
        <w:lang w:val="ro-RO"/>
      </w:rPr>
      <w:t>@</w:t>
    </w:r>
    <w:r>
      <w:rPr>
        <w:sz w:val="14"/>
        <w:szCs w:val="14"/>
        <w:lang w:val="ro-RO"/>
      </w:rPr>
      <w:t>anofm</w:t>
    </w:r>
    <w:r w:rsidRPr="00B63D83">
      <w:rPr>
        <w:sz w:val="14"/>
        <w:szCs w:val="14"/>
        <w:lang w:val="ro-RO"/>
      </w:rPr>
      <w:t>.ro</w:t>
    </w:r>
  </w:p>
  <w:p w:rsidR="002C59E9" w:rsidRPr="00BE7B02" w:rsidRDefault="00BE7B02" w:rsidP="00D44463">
    <w:pPr>
      <w:pStyle w:val="Footer"/>
      <w:spacing w:after="0" w:line="240" w:lineRule="auto"/>
      <w:ind w:left="0"/>
    </w:pPr>
    <w:r w:rsidRPr="00BE7B02">
      <w:rPr>
        <w:sz w:val="14"/>
        <w:szCs w:val="14"/>
        <w:lang w:val="ro-RO"/>
      </w:rPr>
      <w:t xml:space="preserve">www.anofm.ro; </w:t>
    </w:r>
    <w:r w:rsidRPr="004510F7">
      <w:rPr>
        <w:sz w:val="14"/>
      </w:rPr>
      <w:t>www.facebook.com/fiiinformat</w:t>
    </w:r>
    <w:r>
      <w:rPr>
        <w:sz w:val="14"/>
      </w:rPr>
      <w:t xml:space="preserve">; </w:t>
    </w:r>
    <w:r w:rsidRPr="00427C17">
      <w:rPr>
        <w:sz w:val="14"/>
      </w:rPr>
      <w:t>www.twitter.com/FIIINFORMAT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AB0" w:rsidRPr="00443AE8" w:rsidRDefault="008759B2" w:rsidP="00264AB0">
    <w:pPr>
      <w:pStyle w:val="Footer"/>
      <w:spacing w:after="0" w:line="240" w:lineRule="auto"/>
      <w:ind w:left="1134"/>
      <w:rPr>
        <w:sz w:val="16"/>
        <w:szCs w:val="14"/>
        <w:lang w:val="ro-RO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325366" wp14:editId="5AB6543C">
              <wp:simplePos x="0" y="0"/>
              <wp:positionH relativeFrom="column">
                <wp:posOffset>-182245</wp:posOffset>
              </wp:positionH>
              <wp:positionV relativeFrom="paragraph">
                <wp:posOffset>36195</wp:posOffset>
              </wp:positionV>
              <wp:extent cx="882650" cy="354330"/>
              <wp:effectExtent l="0" t="0" r="4445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0" cy="3543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4AB0" w:rsidRPr="006077D9" w:rsidRDefault="00264AB0" w:rsidP="00264AB0">
                          <w:pPr>
                            <w:rPr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4.35pt;margin-top:2.85pt;width:69.5pt;height:2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" stroked="f">
              <v:stroke dashstyle="1 1"/>
              <v:textbox style="mso-fit-shape-to-text:t">
                <w:txbxContent>
                  <w:p w:rsidR="00264AB0" w:rsidRPr="006077D9" w:rsidRDefault="00264AB0" w:rsidP="00264AB0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264AB0" w:rsidRPr="00443AE8">
      <w:rPr>
        <w:sz w:val="14"/>
        <w:szCs w:val="14"/>
        <w:lang w:val="ro-RO"/>
      </w:rPr>
      <w:t xml:space="preserve">AGENŢIA </w:t>
    </w:r>
    <w:r w:rsidR="00264AB0">
      <w:rPr>
        <w:sz w:val="14"/>
        <w:szCs w:val="14"/>
        <w:lang w:val="ro-RO"/>
      </w:rPr>
      <w:t xml:space="preserve">JUDEŢEANĂ </w:t>
    </w:r>
    <w:r w:rsidR="00264AB0" w:rsidRPr="00443AE8">
      <w:rPr>
        <w:sz w:val="14"/>
        <w:szCs w:val="14"/>
        <w:lang w:val="ro-RO"/>
      </w:rPr>
      <w:t>PENTRU OCUPAREA FORŢEI DE MUNCĂ</w:t>
    </w:r>
    <w:r w:rsidR="00264AB0">
      <w:rPr>
        <w:sz w:val="14"/>
        <w:szCs w:val="14"/>
        <w:lang w:val="ro-RO"/>
      </w:rPr>
      <w:t xml:space="preserve"> HARGHITA</w:t>
    </w:r>
  </w:p>
  <w:p w:rsidR="00264AB0" w:rsidRPr="00443AE8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 w:rsidRPr="00443AE8">
      <w:rPr>
        <w:sz w:val="14"/>
        <w:szCs w:val="14"/>
        <w:lang w:val="ro-RO"/>
      </w:rPr>
      <w:t>Operator de d</w:t>
    </w:r>
    <w:r>
      <w:rPr>
        <w:sz w:val="14"/>
        <w:szCs w:val="14"/>
        <w:lang w:val="ro-RO"/>
      </w:rPr>
      <w:t>ate cu caracter personal nr. 10397</w:t>
    </w:r>
  </w:p>
  <w:p w:rsidR="00264AB0" w:rsidRPr="006938B9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>B-dul Frăţiei nr.2, Miercurea Ciuc</w:t>
    </w:r>
  </w:p>
  <w:p w:rsidR="00264AB0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Tel.: +4 </w:t>
    </w:r>
    <w:r w:rsidRPr="00EE2AD5">
      <w:rPr>
        <w:sz w:val="14"/>
        <w:szCs w:val="14"/>
        <w:lang w:val="ro-RO"/>
      </w:rPr>
      <w:t>02</w:t>
    </w:r>
    <w:r>
      <w:rPr>
        <w:sz w:val="14"/>
        <w:szCs w:val="14"/>
        <w:lang w:val="ro-RO"/>
      </w:rPr>
      <w:t>66 313</w:t>
    </w:r>
    <w:r w:rsidRPr="00EE2AD5">
      <w:rPr>
        <w:rFonts w:cs="Arial"/>
        <w:color w:val="000000"/>
        <w:sz w:val="14"/>
        <w:szCs w:val="14"/>
      </w:rPr>
      <w:t xml:space="preserve"> </w:t>
    </w:r>
    <w:r>
      <w:rPr>
        <w:rFonts w:cs="Arial"/>
        <w:color w:val="000000"/>
        <w:sz w:val="14"/>
        <w:szCs w:val="14"/>
      </w:rPr>
      <w:t>423</w:t>
    </w:r>
    <w:r>
      <w:rPr>
        <w:sz w:val="14"/>
        <w:szCs w:val="14"/>
        <w:lang w:val="ro-RO"/>
      </w:rPr>
      <w:t xml:space="preserve">; </w:t>
    </w:r>
    <w:r>
      <w:rPr>
        <w:sz w:val="14"/>
        <w:szCs w:val="14"/>
      </w:rPr>
      <w:t>Fax</w:t>
    </w:r>
    <w:r>
      <w:rPr>
        <w:sz w:val="14"/>
        <w:szCs w:val="14"/>
        <w:lang w:val="ro-RO"/>
      </w:rPr>
      <w:t>: 0266 312 885</w:t>
    </w:r>
  </w:p>
  <w:p w:rsidR="00264AB0" w:rsidRPr="00B63D83" w:rsidRDefault="00264AB0" w:rsidP="00264AB0">
    <w:pPr>
      <w:pStyle w:val="Footer"/>
      <w:spacing w:after="0" w:line="240" w:lineRule="auto"/>
      <w:ind w:left="1134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e-mail: </w:t>
    </w:r>
    <w:hyperlink r:id="rId1" w:history="1">
      <w:r w:rsidRPr="00D0789F">
        <w:rPr>
          <w:rStyle w:val="Hyperlink"/>
          <w:sz w:val="14"/>
          <w:szCs w:val="14"/>
          <w:lang w:val="ro-RO"/>
        </w:rPr>
        <w:t>ajofm@hr.anofm.ro</w:t>
      </w:r>
    </w:hyperlink>
    <w:r w:rsidRPr="008E3DA6">
      <w:rPr>
        <w:sz w:val="14"/>
        <w:szCs w:val="14"/>
        <w:lang w:val="ro-RO"/>
      </w:rPr>
      <w:t xml:space="preserve">; </w:t>
    </w:r>
  </w:p>
  <w:p w:rsidR="00264AB0" w:rsidRPr="00EE2AD5" w:rsidRDefault="00264AB0" w:rsidP="00264AB0">
    <w:pPr>
      <w:pStyle w:val="Footer"/>
      <w:spacing w:after="0" w:line="240" w:lineRule="auto"/>
      <w:ind w:left="1134"/>
      <w:rPr>
        <w:b/>
      </w:rPr>
    </w:pPr>
    <w:r>
      <w:rPr>
        <w:b/>
        <w:sz w:val="14"/>
        <w:szCs w:val="14"/>
        <w:lang w:val="ro-RO"/>
      </w:rPr>
      <w:t>www.harghita</w:t>
    </w:r>
    <w:r w:rsidRPr="00EE2AD5">
      <w:rPr>
        <w:b/>
        <w:sz w:val="14"/>
        <w:szCs w:val="14"/>
        <w:lang w:val="ro-RO"/>
      </w:rPr>
      <w:t>.anofm.ro</w:t>
    </w:r>
  </w:p>
  <w:p w:rsidR="00427C17" w:rsidRPr="00264AB0" w:rsidRDefault="00427C17" w:rsidP="00264A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A59" w:rsidRDefault="00345A59" w:rsidP="00CD5B3B">
      <w:r>
        <w:separator/>
      </w:r>
    </w:p>
  </w:footnote>
  <w:footnote w:type="continuationSeparator" w:id="0">
    <w:p w:rsidR="00345A59" w:rsidRDefault="00345A59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0" w:rightFromText="180" w:vertAnchor="text" w:tblpY="1"/>
      <w:tblOverlap w:val="never"/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7322B0" w:rsidTr="00011077">
      <w:tc>
        <w:tcPr>
          <w:tcW w:w="5103" w:type="dxa"/>
          <w:shd w:val="clear" w:color="auto" w:fill="auto"/>
        </w:tcPr>
        <w:p w:rsidR="007322B0" w:rsidRPr="00CD5B3B" w:rsidRDefault="008B1A32" w:rsidP="00011077">
          <w:pPr>
            <w:pStyle w:val="MediumGrid21"/>
          </w:pPr>
          <w:r>
            <w:rPr>
              <w:noProof/>
              <w:sz w:val="22"/>
              <w:szCs w:val="22"/>
            </w:rPr>
            <w:drawing>
              <wp:inline distT="0" distB="0" distL="0" distR="0" wp14:anchorId="3A48E876" wp14:editId="1A0ABE6D">
                <wp:extent cx="1911350" cy="457200"/>
                <wp:effectExtent l="19050" t="0" r="0" b="0"/>
                <wp:docPr id="2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13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7322B0" w:rsidRDefault="007322B0" w:rsidP="00011077">
          <w:pPr>
            <w:pStyle w:val="MediumGrid21"/>
            <w:jc w:val="right"/>
          </w:pPr>
        </w:p>
      </w:tc>
    </w:tr>
  </w:tbl>
  <w:p w:rsidR="00766E0E" w:rsidRPr="00CD5B3B" w:rsidRDefault="00766E0E" w:rsidP="00011077">
    <w:pPr>
      <w:pStyle w:val="Header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-170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47"/>
      <w:gridCol w:w="2126"/>
    </w:tblGrid>
    <w:tr w:rsidR="00E562FC" w:rsidTr="0007474B">
      <w:tc>
        <w:tcPr>
          <w:tcW w:w="8647" w:type="dxa"/>
          <w:shd w:val="clear" w:color="auto" w:fill="auto"/>
        </w:tcPr>
        <w:p w:rsidR="00E562FC" w:rsidRPr="00B44471" w:rsidRDefault="00C775F0" w:rsidP="006631F1">
          <w:pPr>
            <w:pStyle w:val="MediumGrid21"/>
            <w:rPr>
              <w:lang w:val="ro-RO"/>
            </w:rPr>
          </w:pPr>
          <w:r>
            <w:rPr>
              <w:lang w:val="ro-RO"/>
            </w:rPr>
            <w:t xml:space="preserve">                   </w:t>
          </w:r>
          <w:r w:rsidR="008B1A32">
            <w:rPr>
              <w:noProof/>
              <w:sz w:val="22"/>
              <w:szCs w:val="22"/>
            </w:rPr>
            <w:drawing>
              <wp:inline distT="0" distB="0" distL="0" distR="0" wp14:anchorId="293820FC" wp14:editId="69561EAA">
                <wp:extent cx="3048000" cy="996950"/>
                <wp:effectExtent l="19050" t="0" r="0" b="0"/>
                <wp:docPr id="1" name="Pictur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0" cy="996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6" w:type="dxa"/>
          <w:shd w:val="clear" w:color="auto" w:fill="auto"/>
          <w:vAlign w:val="center"/>
        </w:tcPr>
        <w:p w:rsidR="00C775F0" w:rsidRDefault="008B1A32" w:rsidP="00E562FC">
          <w:pPr>
            <w:pStyle w:val="MediumGrid21"/>
            <w:jc w:val="right"/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 wp14:anchorId="27E345A9" wp14:editId="54F43F6E">
                <wp:simplePos x="0" y="0"/>
                <wp:positionH relativeFrom="column">
                  <wp:posOffset>3246120</wp:posOffset>
                </wp:positionH>
                <wp:positionV relativeFrom="paragraph">
                  <wp:posOffset>73025</wp:posOffset>
                </wp:positionV>
                <wp:extent cx="904240" cy="436880"/>
                <wp:effectExtent l="0" t="0" r="0" b="1270"/>
                <wp:wrapNone/>
                <wp:docPr id="3" name="Imagine 2" descr="logo-anof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nof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240" cy="436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C775F0" w:rsidRDefault="00C775F0" w:rsidP="00C775F0"/>
        <w:p w:rsidR="00E562FC" w:rsidRPr="00C775F0" w:rsidRDefault="00C775F0" w:rsidP="00C775F0">
          <w:r>
            <w:t xml:space="preserve">  </w:t>
          </w:r>
        </w:p>
      </w:tc>
    </w:tr>
  </w:tbl>
  <w:p w:rsidR="00E562FC" w:rsidRDefault="00E562FC" w:rsidP="00E562FC">
    <w:pPr>
      <w:pStyle w:val="Header"/>
      <w:ind w:left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9B2"/>
    <w:rsid w:val="00011077"/>
    <w:rsid w:val="000270BE"/>
    <w:rsid w:val="000373AF"/>
    <w:rsid w:val="00042E51"/>
    <w:rsid w:val="0007474B"/>
    <w:rsid w:val="000832EB"/>
    <w:rsid w:val="00083545"/>
    <w:rsid w:val="000F688A"/>
    <w:rsid w:val="00100F36"/>
    <w:rsid w:val="001A015F"/>
    <w:rsid w:val="0021532B"/>
    <w:rsid w:val="00264AB0"/>
    <w:rsid w:val="002673A1"/>
    <w:rsid w:val="002805E5"/>
    <w:rsid w:val="002A5742"/>
    <w:rsid w:val="002C59E9"/>
    <w:rsid w:val="002D380F"/>
    <w:rsid w:val="003070E3"/>
    <w:rsid w:val="003134B0"/>
    <w:rsid w:val="00345A59"/>
    <w:rsid w:val="003829D9"/>
    <w:rsid w:val="00385C47"/>
    <w:rsid w:val="00395093"/>
    <w:rsid w:val="00427C17"/>
    <w:rsid w:val="00441E15"/>
    <w:rsid w:val="0044274C"/>
    <w:rsid w:val="00443AE8"/>
    <w:rsid w:val="004510F7"/>
    <w:rsid w:val="00451AD0"/>
    <w:rsid w:val="0045235F"/>
    <w:rsid w:val="004714D6"/>
    <w:rsid w:val="00493AD5"/>
    <w:rsid w:val="004B328A"/>
    <w:rsid w:val="004B787B"/>
    <w:rsid w:val="004D5170"/>
    <w:rsid w:val="004D5F89"/>
    <w:rsid w:val="004E3CBB"/>
    <w:rsid w:val="004E787F"/>
    <w:rsid w:val="00511D6E"/>
    <w:rsid w:val="0051391D"/>
    <w:rsid w:val="00547F9D"/>
    <w:rsid w:val="0057501B"/>
    <w:rsid w:val="005A0010"/>
    <w:rsid w:val="005A36DF"/>
    <w:rsid w:val="005B0684"/>
    <w:rsid w:val="005B0D32"/>
    <w:rsid w:val="005C3FCE"/>
    <w:rsid w:val="005E6FFA"/>
    <w:rsid w:val="00622881"/>
    <w:rsid w:val="00631679"/>
    <w:rsid w:val="006579C6"/>
    <w:rsid w:val="006631F1"/>
    <w:rsid w:val="00697A16"/>
    <w:rsid w:val="006A263E"/>
    <w:rsid w:val="006B528B"/>
    <w:rsid w:val="006E1F27"/>
    <w:rsid w:val="00722BEC"/>
    <w:rsid w:val="007322B0"/>
    <w:rsid w:val="00766E0E"/>
    <w:rsid w:val="007914E2"/>
    <w:rsid w:val="007A7010"/>
    <w:rsid w:val="007B005F"/>
    <w:rsid w:val="007C1EDA"/>
    <w:rsid w:val="007F6A0D"/>
    <w:rsid w:val="0083226B"/>
    <w:rsid w:val="00846443"/>
    <w:rsid w:val="00872110"/>
    <w:rsid w:val="008759B2"/>
    <w:rsid w:val="00887484"/>
    <w:rsid w:val="00892532"/>
    <w:rsid w:val="00896CE2"/>
    <w:rsid w:val="008A0FDC"/>
    <w:rsid w:val="008A2AC0"/>
    <w:rsid w:val="008B1A32"/>
    <w:rsid w:val="008B2DDF"/>
    <w:rsid w:val="008B7F31"/>
    <w:rsid w:val="008C4503"/>
    <w:rsid w:val="008C5A20"/>
    <w:rsid w:val="00904EDE"/>
    <w:rsid w:val="00915096"/>
    <w:rsid w:val="009312CC"/>
    <w:rsid w:val="00944611"/>
    <w:rsid w:val="009B5E1D"/>
    <w:rsid w:val="00A15A38"/>
    <w:rsid w:val="00A16733"/>
    <w:rsid w:val="00A568EB"/>
    <w:rsid w:val="00A921E2"/>
    <w:rsid w:val="00AB45DA"/>
    <w:rsid w:val="00AC1D86"/>
    <w:rsid w:val="00AE26B4"/>
    <w:rsid w:val="00B13BB4"/>
    <w:rsid w:val="00B44471"/>
    <w:rsid w:val="00B82190"/>
    <w:rsid w:val="00B877F6"/>
    <w:rsid w:val="00BE283F"/>
    <w:rsid w:val="00BE7B02"/>
    <w:rsid w:val="00C05F49"/>
    <w:rsid w:val="00C20EF1"/>
    <w:rsid w:val="00C6554C"/>
    <w:rsid w:val="00C6686D"/>
    <w:rsid w:val="00C76813"/>
    <w:rsid w:val="00C775F0"/>
    <w:rsid w:val="00C92DE1"/>
    <w:rsid w:val="00C9486E"/>
    <w:rsid w:val="00C94CC6"/>
    <w:rsid w:val="00CB567C"/>
    <w:rsid w:val="00CD0C6C"/>
    <w:rsid w:val="00CD0F06"/>
    <w:rsid w:val="00CD5B3B"/>
    <w:rsid w:val="00CE16BF"/>
    <w:rsid w:val="00D06E9C"/>
    <w:rsid w:val="00D44463"/>
    <w:rsid w:val="00D644BA"/>
    <w:rsid w:val="00D86F1D"/>
    <w:rsid w:val="00D96A31"/>
    <w:rsid w:val="00DF42F3"/>
    <w:rsid w:val="00E562FC"/>
    <w:rsid w:val="00E97698"/>
    <w:rsid w:val="00EA0F6C"/>
    <w:rsid w:val="00EC6E7C"/>
    <w:rsid w:val="00F20FDD"/>
    <w:rsid w:val="00F659E6"/>
    <w:rsid w:val="00F67D20"/>
    <w:rsid w:val="00F77807"/>
    <w:rsid w:val="00FB6D27"/>
    <w:rsid w:val="00FC2E87"/>
    <w:rsid w:val="00FC4284"/>
    <w:rsid w:val="00FE0A73"/>
    <w:rsid w:val="00FE2F2C"/>
    <w:rsid w:val="00FF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D5B3B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  <w:rPr>
      <w:rFonts w:ascii="Cambria" w:hAnsi="Cambria"/>
      <w:sz w:val="24"/>
      <w:szCs w:val="24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  <w:lang w:val="en-US" w:eastAsia="en-US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uiPriority w:val="22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427C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jofm@hr.anofm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A~1.SIP\AppData\Local\Temp\notes507F9E\~1519585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C76EE-0D4A-4706-A99E-23C319AE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~1519585</Template>
  <TotalTime>22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401</CharactersWithSpaces>
  <SharedDoc>false</SharedDoc>
  <HLinks>
    <vt:vector size="6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mailto:anofm@anofm.ro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 Sipos</dc:creator>
  <cp:lastModifiedBy>Ramona Barsan</cp:lastModifiedBy>
  <cp:revision>5</cp:revision>
  <cp:lastPrinted>2018-02-15T12:00:00Z</cp:lastPrinted>
  <dcterms:created xsi:type="dcterms:W3CDTF">2018-02-15T11:42:00Z</dcterms:created>
  <dcterms:modified xsi:type="dcterms:W3CDTF">2018-02-15T12:03:00Z</dcterms:modified>
</cp:coreProperties>
</file>