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AF" w:rsidRDefault="00737BAF" w:rsidP="008769AD">
      <w:pPr>
        <w:rPr>
          <w:rFonts w:ascii="Verdana" w:hAnsi="Verdana" w:cs="Arial"/>
        </w:rPr>
      </w:pPr>
      <w:r>
        <w:rPr>
          <w:rFonts w:ascii="Arial" w:hAnsi="Arial" w:cs="Arial"/>
          <w:b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43" o:spid="_x0000_i1025" type="#_x0000_t75" alt="Descriere: C:\Documents and Settings\ibolya.nagy\Desktop\HEIDI\Antet AJOFM.jpg" style="width:451.5pt;height:80.25pt;visibility:visible">
            <v:imagedata r:id="rId4" o:title=""/>
          </v:shape>
        </w:pict>
      </w:r>
    </w:p>
    <w:p w:rsidR="00737BAF" w:rsidRDefault="00737BAF" w:rsidP="008769AD">
      <w:pPr>
        <w:rPr>
          <w:rFonts w:ascii="Verdana" w:hAnsi="Verdana" w:cs="Arial"/>
        </w:rPr>
      </w:pPr>
    </w:p>
    <w:p w:rsidR="00737BAF" w:rsidRDefault="00737BAF" w:rsidP="008769AD">
      <w:r w:rsidRPr="00DA4B9B">
        <w:t xml:space="preserve">Nr. </w:t>
      </w:r>
      <w:r>
        <w:t>de înregistrare: ________/_______ .</w:t>
      </w:r>
    </w:p>
    <w:p w:rsidR="00737BAF" w:rsidRDefault="00737BAF" w:rsidP="008769AD">
      <w:pPr>
        <w:jc w:val="center"/>
      </w:pPr>
      <w:r>
        <w:t xml:space="preserve">                                                                                                          APROB,</w:t>
      </w:r>
    </w:p>
    <w:p w:rsidR="00737BAF" w:rsidRDefault="00737BAF" w:rsidP="008769AD">
      <w:pPr>
        <w:jc w:val="center"/>
      </w:pPr>
      <w:r>
        <w:t xml:space="preserve">                                                                                                         DIRECTOR EXECUTIV</w:t>
      </w:r>
    </w:p>
    <w:p w:rsidR="00737BAF" w:rsidRDefault="00737BAF" w:rsidP="008769AD">
      <w:pPr>
        <w:jc w:val="right"/>
      </w:pPr>
    </w:p>
    <w:p w:rsidR="00737BAF" w:rsidRPr="00DA4B9B" w:rsidRDefault="00737BAF" w:rsidP="008769AD">
      <w:pPr>
        <w:jc w:val="center"/>
      </w:pPr>
      <w:r>
        <w:t xml:space="preserve">                                                                                                           Tiberiu PĂNESCU</w:t>
      </w:r>
    </w:p>
    <w:p w:rsidR="00737BAF" w:rsidRPr="00DA4B9B" w:rsidRDefault="00737BAF" w:rsidP="008769AD"/>
    <w:p w:rsidR="00737BAF" w:rsidRPr="00DA4B9B" w:rsidRDefault="00737BAF" w:rsidP="008769AD"/>
    <w:p w:rsidR="00737BAF" w:rsidRPr="00DA4B9B" w:rsidRDefault="00737BAF" w:rsidP="008769AD">
      <w:pPr>
        <w:jc w:val="center"/>
        <w:rPr>
          <w:b/>
          <w:bCs/>
        </w:rPr>
      </w:pPr>
      <w:r>
        <w:rPr>
          <w:b/>
          <w:bCs/>
        </w:rPr>
        <w:t>ANUNŢ</w:t>
      </w:r>
      <w:r w:rsidRPr="00DA4B9B">
        <w:rPr>
          <w:b/>
          <w:bCs/>
        </w:rPr>
        <w:t xml:space="preserve"> </w:t>
      </w:r>
      <w:r>
        <w:rPr>
          <w:b/>
          <w:bCs/>
        </w:rPr>
        <w:t>COLECTIV</w:t>
      </w:r>
    </w:p>
    <w:p w:rsidR="00737BAF" w:rsidRPr="00DA4B9B" w:rsidRDefault="00737BAF" w:rsidP="008769AD">
      <w:pPr>
        <w:jc w:val="center"/>
        <w:rPr>
          <w:b/>
          <w:bCs/>
        </w:rPr>
      </w:pPr>
      <w:r w:rsidRPr="00DA4B9B">
        <w:rPr>
          <w:b/>
          <w:bCs/>
        </w:rPr>
        <w:t>pentru comunicarea prin publicitate</w:t>
      </w:r>
    </w:p>
    <w:p w:rsidR="00737BAF" w:rsidRPr="00DA4B9B" w:rsidRDefault="00737BAF" w:rsidP="008769AD">
      <w:pPr>
        <w:jc w:val="center"/>
        <w:rPr>
          <w:b/>
          <w:bCs/>
        </w:rPr>
      </w:pPr>
    </w:p>
    <w:p w:rsidR="00737BAF" w:rsidRPr="00DA4B9B" w:rsidRDefault="00737BAF" w:rsidP="008769AD">
      <w:pPr>
        <w:jc w:val="center"/>
        <w:rPr>
          <w:b/>
          <w:bCs/>
        </w:rPr>
      </w:pPr>
    </w:p>
    <w:p w:rsidR="00737BAF" w:rsidRPr="00DA4B9B" w:rsidRDefault="00737BAF" w:rsidP="008769AD">
      <w:pPr>
        <w:jc w:val="center"/>
      </w:pPr>
    </w:p>
    <w:p w:rsidR="00737BAF" w:rsidRDefault="00737BAF" w:rsidP="008769AD">
      <w:pPr>
        <w:pStyle w:val="BodyText"/>
        <w:ind w:right="50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</w:t>
      </w:r>
      <w:r w:rsidRPr="00DA4B9B">
        <w:rPr>
          <w:rFonts w:ascii="Times New Roman" w:hAnsi="Times New Roman" w:cs="Times New Roman"/>
        </w:rPr>
        <w:t xml:space="preserve">n temeiul </w:t>
      </w:r>
      <w:r w:rsidRPr="00DA4B9B">
        <w:rPr>
          <w:rFonts w:ascii="Times New Roman" w:hAnsi="Times New Roman" w:cs="Times New Roman"/>
          <w:u w:val="single"/>
        </w:rPr>
        <w:t>art. 44 alin.(3) din O</w:t>
      </w:r>
      <w:r>
        <w:rPr>
          <w:rFonts w:ascii="Times New Roman" w:hAnsi="Times New Roman" w:cs="Times New Roman"/>
          <w:u w:val="single"/>
        </w:rPr>
        <w:t xml:space="preserve">rdonanţa </w:t>
      </w:r>
      <w:r w:rsidRPr="00DA4B9B">
        <w:rPr>
          <w:rFonts w:ascii="Times New Roman" w:hAnsi="Times New Roman" w:cs="Times New Roman"/>
          <w:u w:val="single"/>
        </w:rPr>
        <w:t>G</w:t>
      </w:r>
      <w:r>
        <w:rPr>
          <w:rFonts w:ascii="Times New Roman" w:hAnsi="Times New Roman" w:cs="Times New Roman"/>
          <w:u w:val="single"/>
        </w:rPr>
        <w:t xml:space="preserve">uvernului </w:t>
      </w:r>
      <w:r w:rsidRPr="00DA4B9B">
        <w:rPr>
          <w:rFonts w:ascii="Times New Roman" w:hAnsi="Times New Roman" w:cs="Times New Roman"/>
          <w:u w:val="single"/>
        </w:rPr>
        <w:t xml:space="preserve"> nr. 92</w:t>
      </w:r>
      <w:r>
        <w:rPr>
          <w:rFonts w:ascii="Times New Roman" w:hAnsi="Times New Roman" w:cs="Times New Roman"/>
          <w:u w:val="single"/>
        </w:rPr>
        <w:t>/2003 privind Codul de procedură fiscală</w:t>
      </w:r>
      <w:r>
        <w:rPr>
          <w:rFonts w:ascii="Times New Roman" w:hAnsi="Times New Roman" w:cs="Times New Roman"/>
        </w:rPr>
        <w:t>, republicată, cu modificările şi completă</w:t>
      </w:r>
      <w:r w:rsidRPr="00DA4B9B">
        <w:rPr>
          <w:rFonts w:ascii="Times New Roman" w:hAnsi="Times New Roman" w:cs="Times New Roman"/>
        </w:rPr>
        <w:t>rile</w:t>
      </w:r>
      <w:r>
        <w:rPr>
          <w:rFonts w:ascii="Times New Roman" w:hAnsi="Times New Roman" w:cs="Times New Roman"/>
        </w:rPr>
        <w:t xml:space="preserve"> ulterioare, comunicăm că</w:t>
      </w:r>
      <w:r w:rsidRPr="00DA4B9B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u</w:t>
      </w:r>
      <w:r w:rsidRPr="00DA4B9B">
        <w:rPr>
          <w:rFonts w:ascii="Times New Roman" w:hAnsi="Times New Roman" w:cs="Times New Roman"/>
        </w:rPr>
        <w:t xml:space="preserve"> fost emis</w:t>
      </w:r>
      <w:r>
        <w:rPr>
          <w:rFonts w:ascii="Times New Roman" w:hAnsi="Times New Roman" w:cs="Times New Roman"/>
        </w:rPr>
        <w:t>e următoarele acte administrative fiscale:</w:t>
      </w:r>
    </w:p>
    <w:p w:rsidR="00737BAF" w:rsidRDefault="00737BAF" w:rsidP="008769AD">
      <w:pPr>
        <w:pStyle w:val="BodyText"/>
        <w:ind w:right="504" w:firstLine="708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4"/>
        <w:gridCol w:w="2116"/>
        <w:gridCol w:w="2530"/>
        <w:gridCol w:w="2150"/>
        <w:gridCol w:w="1923"/>
      </w:tblGrid>
      <w:tr w:rsidR="00737BAF" w:rsidTr="000B41D1">
        <w:trPr>
          <w:trHeight w:val="809"/>
        </w:trPr>
        <w:tc>
          <w:tcPr>
            <w:tcW w:w="1034" w:type="dxa"/>
          </w:tcPr>
          <w:p w:rsidR="00737BAF" w:rsidRDefault="00737BAF" w:rsidP="000B41D1">
            <w:pPr>
              <w:pStyle w:val="BodyText"/>
              <w:ind w:right="50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Nr. crt.</w:t>
            </w:r>
          </w:p>
        </w:tc>
        <w:tc>
          <w:tcPr>
            <w:tcW w:w="2116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Numele şi prenumele/ denumirea</w:t>
            </w:r>
          </w:p>
        </w:tc>
        <w:tc>
          <w:tcPr>
            <w:tcW w:w="2530" w:type="dxa"/>
          </w:tcPr>
          <w:p w:rsidR="00737BAF" w:rsidRDefault="00737BAF" w:rsidP="009D28E5">
            <w:pPr>
              <w:pStyle w:val="Body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Domiciliul fiscal</w:t>
            </w:r>
          </w:p>
        </w:tc>
        <w:tc>
          <w:tcPr>
            <w:tcW w:w="2150" w:type="dxa"/>
          </w:tcPr>
          <w:p w:rsidR="00737BAF" w:rsidRDefault="00737BAF" w:rsidP="000B41D1">
            <w:pPr>
              <w:pStyle w:val="BodyTex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Denumirea actului administrativ fiscal</w:t>
            </w:r>
          </w:p>
        </w:tc>
        <w:tc>
          <w:tcPr>
            <w:tcW w:w="1923" w:type="dxa"/>
          </w:tcPr>
          <w:p w:rsidR="00737BAF" w:rsidRDefault="00737BAF" w:rsidP="009D28E5">
            <w:pPr>
              <w:pStyle w:val="BodyText"/>
              <w:tabs>
                <w:tab w:val="left" w:pos="1707"/>
              </w:tabs>
              <w:ind w:right="50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Numărul şi data actului</w:t>
            </w:r>
          </w:p>
        </w:tc>
      </w:tr>
      <w:tr w:rsidR="00737BAF" w:rsidTr="000B41D1">
        <w:trPr>
          <w:trHeight w:val="437"/>
        </w:trPr>
        <w:tc>
          <w:tcPr>
            <w:tcW w:w="1034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16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</w:tr>
      <w:tr w:rsidR="00737BAF" w:rsidTr="000B41D1">
        <w:trPr>
          <w:trHeight w:val="391"/>
        </w:trPr>
        <w:tc>
          <w:tcPr>
            <w:tcW w:w="1034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16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</w:tr>
      <w:tr w:rsidR="00737BAF" w:rsidTr="000B41D1">
        <w:trPr>
          <w:trHeight w:val="426"/>
        </w:trPr>
        <w:tc>
          <w:tcPr>
            <w:tcW w:w="1034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16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</w:tr>
      <w:tr w:rsidR="00737BAF" w:rsidTr="000B41D1">
        <w:trPr>
          <w:trHeight w:val="910"/>
        </w:trPr>
        <w:tc>
          <w:tcPr>
            <w:tcW w:w="1034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  <w:bookmarkStart w:id="0" w:name="_GoBack"/>
            <w:bookmarkEnd w:id="0"/>
          </w:p>
        </w:tc>
        <w:tc>
          <w:tcPr>
            <w:tcW w:w="2116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53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  <w:tc>
          <w:tcPr>
            <w:tcW w:w="1923" w:type="dxa"/>
          </w:tcPr>
          <w:p w:rsidR="00737BAF" w:rsidRDefault="00737BAF" w:rsidP="008769AD">
            <w:pPr>
              <w:pStyle w:val="BodyText"/>
              <w:ind w:right="504"/>
              <w:rPr>
                <w:rFonts w:ascii="Times New Roman" w:hAnsi="Times New Roman" w:cs="Times New Roman"/>
              </w:rPr>
            </w:pPr>
          </w:p>
        </w:tc>
      </w:tr>
    </w:tbl>
    <w:p w:rsidR="00737BAF" w:rsidRPr="00DA4B9B" w:rsidRDefault="00737BAF" w:rsidP="007A575E">
      <w:pPr>
        <w:pStyle w:val="BodyText"/>
        <w:ind w:right="504"/>
        <w:rPr>
          <w:rFonts w:ascii="Times New Roman" w:hAnsi="Times New Roman" w:cs="Times New Roman"/>
        </w:rPr>
      </w:pPr>
    </w:p>
    <w:p w:rsidR="00737BAF" w:rsidRPr="00DA4B9B" w:rsidRDefault="00737BAF" w:rsidP="007A575E">
      <w:pPr>
        <w:ind w:right="504" w:firstLine="708"/>
        <w:jc w:val="both"/>
      </w:pPr>
      <w:r w:rsidRPr="00DA4B9B">
        <w:t>Actele administrative pot fi consultat</w:t>
      </w:r>
      <w:r>
        <w:t>e de titularii</w:t>
      </w:r>
      <w:r w:rsidRPr="00DA4B9B">
        <w:t xml:space="preserve"> acestora la sediul </w:t>
      </w:r>
      <w:r>
        <w:t>Agenţiei Judeţene pentru Ocuparea Forţei de Muncă Harghita,</w:t>
      </w:r>
      <w:r w:rsidRPr="00412FB4">
        <w:t xml:space="preserve"> </w:t>
      </w:r>
      <w:r>
        <w:t>Bulevardul Frăţiei nr.2, Miercurea-Ciuc, Compartimentul Urmărire şi Executare Debite, zilnic, de luni până vineri, între orele 8:00-16:00.</w:t>
      </w:r>
    </w:p>
    <w:p w:rsidR="00737BAF" w:rsidRDefault="00737BAF" w:rsidP="008769AD">
      <w:pPr>
        <w:ind w:right="504" w:firstLine="708"/>
        <w:jc w:val="both"/>
      </w:pPr>
      <w:r>
        <w:t>Dacă aveţi nelămuriri în legătură</w:t>
      </w:r>
      <w:r w:rsidRPr="00DA4B9B">
        <w:t xml:space="preserve"> cu </w:t>
      </w:r>
      <w:r>
        <w:t>acest anunţ, o puteţ</w:t>
      </w:r>
      <w:r w:rsidRPr="00DA4B9B">
        <w:t xml:space="preserve">i contacta pe </w:t>
      </w:r>
      <w:r>
        <w:t>d-na Iuliana Asandei</w:t>
      </w:r>
      <w:r w:rsidRPr="00DA4B9B">
        <w:t>, la sediul A</w:t>
      </w:r>
      <w:r>
        <w:t>.</w:t>
      </w:r>
      <w:r w:rsidRPr="00DA4B9B">
        <w:t>J</w:t>
      </w:r>
      <w:r>
        <w:t>.</w:t>
      </w:r>
      <w:r w:rsidRPr="00DA4B9B">
        <w:t>O</w:t>
      </w:r>
      <w:r>
        <w:t>.</w:t>
      </w:r>
      <w:r w:rsidRPr="00DA4B9B">
        <w:t>F</w:t>
      </w:r>
      <w:r>
        <w:t>.</w:t>
      </w:r>
      <w:r w:rsidRPr="00DA4B9B">
        <w:t>M</w:t>
      </w:r>
      <w:r>
        <w:t>. Harghita</w:t>
      </w:r>
      <w:r w:rsidRPr="00DA4B9B">
        <w:t xml:space="preserve"> </w:t>
      </w:r>
      <w:r>
        <w:t>sau la numărul de telefon 0266-313423/nr. int.120.</w:t>
      </w:r>
    </w:p>
    <w:p w:rsidR="00737BAF" w:rsidRPr="00DA4B9B" w:rsidRDefault="00737BAF" w:rsidP="008769AD">
      <w:pPr>
        <w:ind w:right="504" w:firstLine="708"/>
        <w:jc w:val="both"/>
      </w:pPr>
      <w:r>
        <w:t>Prezentul anunţ a fost afişat concomitent la sediul A.J.O.F.M. Harghita şi pe pagina de Internet a Agenţiei.</w:t>
      </w:r>
    </w:p>
    <w:p w:rsidR="00737BAF" w:rsidRPr="00DA4B9B" w:rsidRDefault="00737BAF" w:rsidP="008769AD">
      <w:pPr>
        <w:ind w:right="504" w:firstLine="708"/>
        <w:jc w:val="both"/>
      </w:pPr>
      <w:r w:rsidRPr="00DA4B9B">
        <w:t xml:space="preserve">Prezentele </w:t>
      </w:r>
      <w:r>
        <w:t>acte administrative se consideră comunicate î</w:t>
      </w:r>
      <w:r w:rsidRPr="00DA4B9B">
        <w:t>n te</w:t>
      </w:r>
      <w:r>
        <w:t>rmen de 15 zile de la data afişării anunţ</w:t>
      </w:r>
      <w:r w:rsidRPr="00DA4B9B">
        <w:t xml:space="preserve">ului, respectiv </w:t>
      </w:r>
      <w:r>
        <w:t>___________(</w:t>
      </w:r>
      <w:r w:rsidRPr="00B53E66">
        <w:rPr>
          <w:i/>
        </w:rPr>
        <w:t>se precizează data afişării</w:t>
      </w:r>
      <w:r>
        <w:t>)</w:t>
      </w:r>
      <w:r w:rsidRPr="00DA4B9B">
        <w:t>.</w:t>
      </w:r>
    </w:p>
    <w:p w:rsidR="00737BAF" w:rsidRPr="00DA4B9B" w:rsidRDefault="00737BAF" w:rsidP="008769AD">
      <w:pPr>
        <w:jc w:val="both"/>
      </w:pPr>
    </w:p>
    <w:p w:rsidR="00737BAF" w:rsidRPr="00DA4B9B" w:rsidRDefault="00737BAF" w:rsidP="008769AD">
      <w:pPr>
        <w:pStyle w:val="Header"/>
        <w:spacing w:line="360" w:lineRule="auto"/>
        <w:rPr>
          <w:b/>
          <w:bCs/>
          <w:color w:val="000080"/>
          <w:u w:val="single"/>
          <w:lang w:val="ro-RO"/>
        </w:rPr>
      </w:pPr>
    </w:p>
    <w:p w:rsidR="00737BAF" w:rsidRDefault="00737BAF" w:rsidP="008769AD">
      <w:pPr>
        <w:pStyle w:val="Header"/>
        <w:spacing w:line="360" w:lineRule="auto"/>
        <w:rPr>
          <w:b/>
          <w:bCs/>
          <w:szCs w:val="24"/>
          <w:lang w:val="ro-RO"/>
        </w:rPr>
      </w:pPr>
      <w:r>
        <w:rPr>
          <w:b/>
          <w:bCs/>
          <w:lang w:val="ro-RO"/>
        </w:rPr>
        <w:t xml:space="preserve">            </w:t>
      </w:r>
      <w:r w:rsidRPr="005378DA">
        <w:rPr>
          <w:b/>
          <w:bCs/>
          <w:szCs w:val="24"/>
          <w:lang w:val="ro-RO"/>
        </w:rPr>
        <w:t>DIRECTOR EXECUTIV ADJUNCT,</w:t>
      </w:r>
      <w:r>
        <w:rPr>
          <w:b/>
          <w:bCs/>
          <w:szCs w:val="24"/>
          <w:lang w:val="ro-RO"/>
        </w:rPr>
        <w:t xml:space="preserve">                              </w:t>
      </w:r>
    </w:p>
    <w:p w:rsidR="00737BAF" w:rsidRPr="005378DA" w:rsidRDefault="00737BAF" w:rsidP="008769AD">
      <w:pPr>
        <w:pStyle w:val="Header"/>
        <w:spacing w:line="360" w:lineRule="auto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 xml:space="preserve">                                  NAGY Ibolya</w:t>
      </w:r>
    </w:p>
    <w:p w:rsidR="00737BAF" w:rsidRPr="00AF0961" w:rsidRDefault="00737BAF" w:rsidP="008769AD">
      <w:pPr>
        <w:pStyle w:val="Header"/>
        <w:spacing w:line="360" w:lineRule="auto"/>
        <w:jc w:val="center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                               Compartiment urmărire şi executare debite</w:t>
      </w:r>
    </w:p>
    <w:p w:rsidR="00737BAF" w:rsidRPr="00B27D15" w:rsidRDefault="00737BAF" w:rsidP="008769AD">
      <w:pPr>
        <w:pStyle w:val="Header"/>
        <w:spacing w:line="360" w:lineRule="auto"/>
        <w:rPr>
          <w:b/>
          <w:bCs/>
          <w:lang w:val="ro-RO"/>
        </w:rPr>
      </w:pPr>
      <w:r w:rsidRPr="00E02639">
        <w:rPr>
          <w:b/>
          <w:bCs/>
          <w:lang w:val="ro-RO"/>
        </w:rPr>
        <w:t xml:space="preserve">                                                                                    </w:t>
      </w:r>
      <w:r>
        <w:rPr>
          <w:b/>
          <w:bCs/>
          <w:lang w:val="ro-RO"/>
        </w:rPr>
        <w:t xml:space="preserve">                     </w:t>
      </w:r>
      <w:r w:rsidRPr="00E02639">
        <w:rPr>
          <w:b/>
          <w:bCs/>
          <w:lang w:val="ro-RO"/>
        </w:rPr>
        <w:t xml:space="preserve"> Iuliana ASANDEI</w:t>
      </w:r>
      <w:r w:rsidRPr="00DA4B9B">
        <w:rPr>
          <w:b/>
          <w:bCs/>
          <w:color w:val="000080"/>
          <w:lang w:val="ro-RO"/>
        </w:rPr>
        <w:t xml:space="preserve">                                                                               </w:t>
      </w:r>
    </w:p>
    <w:p w:rsidR="00737BAF" w:rsidRPr="00DA4B9B" w:rsidRDefault="00737BAF" w:rsidP="008769AD">
      <w:pPr>
        <w:pStyle w:val="Header"/>
        <w:spacing w:line="360" w:lineRule="auto"/>
        <w:jc w:val="both"/>
        <w:rPr>
          <w:lang w:val="ro-RO"/>
        </w:rPr>
      </w:pPr>
      <w:r w:rsidRPr="00DA4B9B">
        <w:rPr>
          <w:b/>
          <w:bCs/>
          <w:color w:val="000080"/>
          <w:lang w:val="ro-RO"/>
        </w:rPr>
        <w:t xml:space="preserve">                                  </w:t>
      </w:r>
    </w:p>
    <w:p w:rsidR="00737BAF" w:rsidRDefault="00737BAF"/>
    <w:sectPr w:rsidR="00737BAF" w:rsidSect="00B27D15">
      <w:pgSz w:w="11909" w:h="16834" w:code="9"/>
      <w:pgMar w:top="1296" w:right="479" w:bottom="450" w:left="1296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9AD"/>
    <w:rsid w:val="00015938"/>
    <w:rsid w:val="000247F5"/>
    <w:rsid w:val="000349BB"/>
    <w:rsid w:val="000627D2"/>
    <w:rsid w:val="0009642A"/>
    <w:rsid w:val="000B41D1"/>
    <w:rsid w:val="000B78A8"/>
    <w:rsid w:val="00192286"/>
    <w:rsid w:val="00295580"/>
    <w:rsid w:val="002D69B8"/>
    <w:rsid w:val="00317EBA"/>
    <w:rsid w:val="003731C5"/>
    <w:rsid w:val="00383D37"/>
    <w:rsid w:val="00412FB4"/>
    <w:rsid w:val="00507155"/>
    <w:rsid w:val="005378DA"/>
    <w:rsid w:val="00557F38"/>
    <w:rsid w:val="005E020F"/>
    <w:rsid w:val="00652FB7"/>
    <w:rsid w:val="00701395"/>
    <w:rsid w:val="00737BAF"/>
    <w:rsid w:val="007A575E"/>
    <w:rsid w:val="008769AD"/>
    <w:rsid w:val="009D28E5"/>
    <w:rsid w:val="00AE6293"/>
    <w:rsid w:val="00AF0961"/>
    <w:rsid w:val="00B17CD3"/>
    <w:rsid w:val="00B27D15"/>
    <w:rsid w:val="00B53E66"/>
    <w:rsid w:val="00C04F29"/>
    <w:rsid w:val="00CD7FEA"/>
    <w:rsid w:val="00D5689F"/>
    <w:rsid w:val="00DA4B9B"/>
    <w:rsid w:val="00E02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9AD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769A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69AD"/>
    <w:rPr>
      <w:rFonts w:ascii="Times New Roman" w:hAnsi="Times New Roman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8769AD"/>
    <w:pPr>
      <w:jc w:val="both"/>
    </w:pPr>
    <w:rPr>
      <w:rFonts w:ascii="Verdana" w:hAnsi="Verdana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769AD"/>
    <w:rPr>
      <w:rFonts w:ascii="Verdana" w:hAnsi="Verdana" w:cs="Arial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8769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69AD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2</Pages>
  <Words>302</Words>
  <Characters>1723</Characters>
  <Application>Microsoft Office Outlook</Application>
  <DocSecurity>0</DocSecurity>
  <Lines>0</Lines>
  <Paragraphs>0</Paragraphs>
  <ScaleCrop>false</ScaleCrop>
  <Company>ANOFM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Kolcsar</dc:creator>
  <cp:keywords/>
  <dc:description/>
  <cp:lastModifiedBy>Horia Chindea</cp:lastModifiedBy>
  <cp:revision>19</cp:revision>
  <cp:lastPrinted>2012-07-25T12:15:00Z</cp:lastPrinted>
  <dcterms:created xsi:type="dcterms:W3CDTF">2012-07-25T10:19:00Z</dcterms:created>
  <dcterms:modified xsi:type="dcterms:W3CDTF">2013-02-20T11:20:00Z</dcterms:modified>
</cp:coreProperties>
</file>